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4585B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94585B">
        <w:tc>
          <w:tcPr>
            <w:tcW w:w="10326" w:type="dxa"/>
          </w:tcPr>
          <w:p w:rsidR="00190FF9" w:rsidRPr="0094585B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F3A03" w:rsidRPr="0094585B" w:rsidRDefault="00190FF9" w:rsidP="0094585B">
            <w:pPr>
              <w:rPr>
                <w:rFonts w:ascii="Times New Roman" w:hAnsi="Times New Roman"/>
                <w:sz w:val="28"/>
                <w:szCs w:val="28"/>
              </w:rPr>
            </w:pPr>
            <w:r w:rsidRPr="0094585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F3A03" w:rsidRPr="0094585B">
              <w:rPr>
                <w:rFonts w:ascii="Times New Roman" w:hAnsi="Times New Roman"/>
                <w:sz w:val="28"/>
                <w:szCs w:val="28"/>
              </w:rPr>
              <w:t>№ 5</w:t>
            </w:r>
          </w:p>
          <w:p w:rsidR="00190FF9" w:rsidRPr="0094585B" w:rsidRDefault="006F3A03" w:rsidP="0094585B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94585B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94585B" w:rsidRPr="0094585B">
        <w:tc>
          <w:tcPr>
            <w:tcW w:w="10326" w:type="dxa"/>
          </w:tcPr>
          <w:p w:rsidR="0094585B" w:rsidRPr="0094585B" w:rsidRDefault="0094585B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4585B" w:rsidRPr="0094585B" w:rsidRDefault="00CF69D8" w:rsidP="009458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</w:tbl>
    <w:p w:rsidR="00286ECA" w:rsidRPr="0094585B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F3A03" w:rsidRPr="0094585B" w:rsidRDefault="006F3A03" w:rsidP="006F3A0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94585B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6F3A03" w:rsidRPr="0094585B" w:rsidRDefault="006F3A03" w:rsidP="006F3A0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459" w:type="dxa"/>
        <w:tblInd w:w="-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2165"/>
        <w:gridCol w:w="844"/>
        <w:gridCol w:w="795"/>
        <w:gridCol w:w="899"/>
        <w:gridCol w:w="740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2149"/>
      </w:tblGrid>
      <w:tr w:rsidR="006F3A03" w:rsidRPr="0094585B" w:rsidTr="0094585B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№</w:t>
            </w:r>
          </w:p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94585B">
              <w:rPr>
                <w:rFonts w:ascii="Times New Roman" w:hAnsi="Times New Roman"/>
              </w:rPr>
              <w:t>п</w:t>
            </w:r>
            <w:proofErr w:type="gramEnd"/>
            <w:r w:rsidRPr="0094585B">
              <w:rPr>
                <w:rFonts w:ascii="Times New Roman" w:hAnsi="Times New Roman"/>
              </w:rPr>
              <w:t>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94585B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Испол-нители</w:t>
            </w:r>
            <w:proofErr w:type="spellEnd"/>
            <w:proofErr w:type="gram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94585B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6F3A03" w:rsidRPr="0094585B" w:rsidTr="0094585B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всего</w:t>
            </w:r>
          </w:p>
        </w:tc>
        <w:tc>
          <w:tcPr>
            <w:tcW w:w="6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F3A03" w:rsidRPr="0094585B" w:rsidTr="0094585B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2024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3A03" w:rsidRPr="0094585B" w:rsidRDefault="006F3A03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6F3A03" w:rsidRPr="0094585B" w:rsidRDefault="006F3A03" w:rsidP="006F3A03">
      <w:pPr>
        <w:rPr>
          <w:rFonts w:ascii="Times New Roman" w:hAnsi="Times New Roman"/>
          <w:sz w:val="2"/>
          <w:szCs w:val="2"/>
        </w:rPr>
      </w:pPr>
    </w:p>
    <w:p w:rsidR="006F3A03" w:rsidRPr="0094585B" w:rsidRDefault="006F3A03" w:rsidP="006F3A03">
      <w:pPr>
        <w:spacing w:line="192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2163"/>
        <w:gridCol w:w="847"/>
        <w:gridCol w:w="791"/>
        <w:gridCol w:w="902"/>
        <w:gridCol w:w="729"/>
        <w:gridCol w:w="645"/>
        <w:gridCol w:w="652"/>
        <w:gridCol w:w="652"/>
        <w:gridCol w:w="639"/>
        <w:gridCol w:w="639"/>
        <w:gridCol w:w="666"/>
        <w:gridCol w:w="639"/>
        <w:gridCol w:w="639"/>
        <w:gridCol w:w="638"/>
        <w:gridCol w:w="652"/>
        <w:gridCol w:w="2150"/>
      </w:tblGrid>
      <w:tr w:rsidR="00320EC0" w:rsidRPr="0094585B" w:rsidTr="00176CE6">
        <w:trPr>
          <w:tblHeader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16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17</w:t>
            </w:r>
          </w:p>
        </w:tc>
      </w:tr>
      <w:tr w:rsidR="00320EC0" w:rsidRPr="0094585B" w:rsidTr="00176CE6">
        <w:trPr>
          <w:cantSplit/>
          <w:trHeight w:val="1685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1" w:name="sub_5051"/>
            <w:r w:rsidRPr="0094585B">
              <w:rPr>
                <w:rFonts w:ascii="Times New Roman" w:hAnsi="Times New Roman"/>
              </w:rPr>
              <w:t>Задача 1. Совершенствование оказания реабилитационной медицинской помощи, в том числе:</w:t>
            </w:r>
            <w:bookmarkEnd w:id="1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1176995,23415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93807,99656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93852,52571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103095,88503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122119,83443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128100,281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130756,32042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BE04E9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117680,</w:t>
            </w:r>
            <w:r w:rsidR="00320EC0" w:rsidRPr="0094585B">
              <w:rPr>
                <w:rFonts w:ascii="Times New Roman" w:hAnsi="Times New Roman"/>
              </w:rPr>
              <w:t>688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118857,495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134362,104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134362,104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обеспечение выполнения государственного задания ежегодно на 100%;</w:t>
            </w:r>
          </w:p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увеличение числа воспитанников ГБУ РО Рязанский дом ребенка, устроенных в семью, на 4,5%;</w:t>
            </w:r>
          </w:p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обеспечение укрепления материально-технической базы ГБУ РО Рязанский дом ребенка на 10% от общей потребности</w:t>
            </w:r>
          </w:p>
        </w:tc>
      </w:tr>
      <w:tr w:rsidR="00320EC0" w:rsidRPr="0094585B" w:rsidTr="00176CE6">
        <w:trPr>
          <w:cantSplit/>
          <w:trHeight w:val="1397"/>
        </w:trPr>
        <w:tc>
          <w:tcPr>
            <w:tcW w:w="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7468"/>
            <w:r w:rsidRPr="0094585B">
              <w:rPr>
                <w:rFonts w:ascii="Times New Roman" w:hAnsi="Times New Roman"/>
              </w:rPr>
              <w:t>1.1</w:t>
            </w:r>
            <w:bookmarkEnd w:id="2"/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94585B">
              <w:rPr>
                <w:rFonts w:ascii="Times New Roman" w:hAnsi="Times New Roman"/>
              </w:rPr>
              <w:t>Мин-здрав</w:t>
            </w:r>
            <w:proofErr w:type="gramEnd"/>
            <w:r w:rsidRPr="0094585B">
              <w:rPr>
                <w:rFonts w:ascii="Times New Roman" w:hAnsi="Times New Roman"/>
              </w:rPr>
              <w:t xml:space="preserve"> </w:t>
            </w:r>
            <w:proofErr w:type="spellStart"/>
            <w:r w:rsidRPr="0094585B">
              <w:rPr>
                <w:rFonts w:ascii="Times New Roman" w:hAnsi="Times New Roman"/>
              </w:rPr>
              <w:t>Рязан-ской</w:t>
            </w:r>
            <w:proofErr w:type="spellEnd"/>
            <w:r w:rsidRPr="0094585B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ГКУЗ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353047,90803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93807,99656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93852,52571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103095,88503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62291,50073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20EC0" w:rsidRPr="0094585B" w:rsidTr="00176CE6">
        <w:trPr>
          <w:cantSplit/>
          <w:trHeight w:val="1418"/>
        </w:trPr>
        <w:tc>
          <w:tcPr>
            <w:tcW w:w="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ГБУ РО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822886,36456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58767,37214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128100,281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130756,32042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117680,688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118857,495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134362,104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134362,104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20EC0" w:rsidRPr="0094585B" w:rsidTr="00176CE6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7469"/>
            <w:r w:rsidRPr="0094585B">
              <w:rPr>
                <w:rFonts w:ascii="Times New Roman" w:hAnsi="Times New Roman"/>
              </w:rPr>
              <w:t>1.2</w:t>
            </w:r>
            <w:bookmarkEnd w:id="3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Подготовка проектной, сметной документации, проведение капитального ремонта зданий и инженерных сетей ГМО РО (субсидии на иные цели)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94585B">
              <w:rPr>
                <w:rFonts w:ascii="Times New Roman" w:hAnsi="Times New Roman"/>
              </w:rPr>
              <w:t>Мин-здрав</w:t>
            </w:r>
            <w:proofErr w:type="gramEnd"/>
            <w:r w:rsidRPr="0094585B">
              <w:rPr>
                <w:rFonts w:ascii="Times New Roman" w:hAnsi="Times New Roman"/>
              </w:rPr>
              <w:t xml:space="preserve"> </w:t>
            </w:r>
            <w:proofErr w:type="spellStart"/>
            <w:r w:rsidRPr="0094585B">
              <w:rPr>
                <w:rFonts w:ascii="Times New Roman" w:hAnsi="Times New Roman"/>
              </w:rPr>
              <w:t>Рязан-ской</w:t>
            </w:r>
            <w:proofErr w:type="spellEnd"/>
            <w:r w:rsidRPr="0094585B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ГБУ РО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1060,96156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1060,96156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20EC0" w:rsidRPr="0094585B" w:rsidTr="0094585B">
        <w:trPr>
          <w:cantSplit/>
          <w:trHeight w:val="159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5052"/>
            <w:r w:rsidRPr="0094585B">
              <w:rPr>
                <w:rFonts w:ascii="Times New Roman" w:hAnsi="Times New Roman"/>
              </w:rPr>
              <w:lastRenderedPageBreak/>
              <w:t>2</w:t>
            </w:r>
            <w:bookmarkEnd w:id="4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Задача 2. Совершенствование санаторно-курортного лечения, в том числе: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826810,34885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70728,08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72571,08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74512,8636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80778,13005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88572,3642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89581,971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89581,971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обеспечение выполнения государственного задания ежегодно на 100%;</w:t>
            </w:r>
          </w:p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обеспечение бесперебойной работы системы теплоснабжения зданий ГМО РО на 100%</w:t>
            </w:r>
          </w:p>
        </w:tc>
      </w:tr>
      <w:tr w:rsidR="00320EC0" w:rsidRPr="0094585B" w:rsidTr="0094585B">
        <w:trPr>
          <w:cantSplit/>
          <w:trHeight w:val="1546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5" w:name="sub_5053"/>
            <w:r w:rsidRPr="0094585B">
              <w:rPr>
                <w:rFonts w:ascii="Times New Roman" w:hAnsi="Times New Roman"/>
              </w:rPr>
              <w:t>2.1</w:t>
            </w:r>
            <w:bookmarkEnd w:id="5"/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94585B">
              <w:rPr>
                <w:rFonts w:ascii="Times New Roman" w:hAnsi="Times New Roman"/>
              </w:rPr>
              <w:t>Мин-здрав</w:t>
            </w:r>
            <w:proofErr w:type="gramEnd"/>
            <w:r w:rsidRPr="0094585B">
              <w:rPr>
                <w:rFonts w:ascii="Times New Roman" w:hAnsi="Times New Roman"/>
              </w:rPr>
              <w:t xml:space="preserve"> </w:t>
            </w:r>
            <w:proofErr w:type="spellStart"/>
            <w:r w:rsidRPr="0094585B">
              <w:rPr>
                <w:rFonts w:ascii="Times New Roman" w:hAnsi="Times New Roman"/>
              </w:rPr>
              <w:t>Рязан-ской</w:t>
            </w:r>
            <w:proofErr w:type="spellEnd"/>
            <w:r w:rsidRPr="0094585B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ГКУЗ, ГБУ РО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824713,5076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70728,08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72571,08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74512,8636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80425,69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86827,963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89581,971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89581,971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20EC0" w:rsidRPr="0094585B" w:rsidTr="0094585B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6" w:name="sub_50522"/>
            <w:r w:rsidRPr="0094585B">
              <w:rPr>
                <w:rFonts w:ascii="Times New Roman" w:hAnsi="Times New Roman"/>
              </w:rPr>
              <w:t>2.2</w:t>
            </w:r>
            <w:bookmarkEnd w:id="6"/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Субсидии на иные цели на приобретение котла отопительного, вспомогательного оборудования к нему, проведение капитального и текущего ремонта зданий, систем инженерно-технического обеспечения, в том числе систем теплоснабжения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94585B">
              <w:rPr>
                <w:rFonts w:ascii="Times New Roman" w:hAnsi="Times New Roman"/>
              </w:rPr>
              <w:t>Мин-здрав</w:t>
            </w:r>
            <w:proofErr w:type="gramEnd"/>
            <w:r w:rsidRPr="0094585B">
              <w:rPr>
                <w:rFonts w:ascii="Times New Roman" w:hAnsi="Times New Roman"/>
              </w:rPr>
              <w:t xml:space="preserve"> </w:t>
            </w:r>
            <w:proofErr w:type="spellStart"/>
            <w:r w:rsidRPr="0094585B">
              <w:rPr>
                <w:rFonts w:ascii="Times New Roman" w:hAnsi="Times New Roman"/>
              </w:rPr>
              <w:t>Рязан-ской</w:t>
            </w:r>
            <w:proofErr w:type="spellEnd"/>
            <w:r w:rsidRPr="0094585B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ГБУ РО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2096,84125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352,44005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1744,4012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20EC0" w:rsidRPr="0094585B" w:rsidTr="0094585B">
        <w:trPr>
          <w:cantSplit/>
          <w:trHeight w:val="1869"/>
        </w:trPr>
        <w:tc>
          <w:tcPr>
            <w:tcW w:w="26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94585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7" w:name="sub_50111"/>
            <w:r w:rsidRPr="0094585B">
              <w:rPr>
                <w:rFonts w:ascii="Times New Roman" w:hAnsi="Times New Roman"/>
              </w:rPr>
              <w:t>Итого</w:t>
            </w:r>
            <w:bookmarkEnd w:id="7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320EC0" w:rsidP="006F3A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4585B">
              <w:rPr>
                <w:rFonts w:ascii="Times New Roman" w:hAnsi="Times New Roman"/>
              </w:rPr>
              <w:t>област</w:t>
            </w:r>
            <w:proofErr w:type="spellEnd"/>
            <w:r w:rsidRPr="0094585B">
              <w:rPr>
                <w:rFonts w:ascii="Times New Roman" w:hAnsi="Times New Roman"/>
              </w:rPr>
              <w:t>-ной</w:t>
            </w:r>
            <w:proofErr w:type="gramEnd"/>
            <w:r w:rsidRPr="0094585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2003805,583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164536,07656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166423,60571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177608,74863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202897,96448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216672,6452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217584,28342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204508,651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320EC0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205685,458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223944,075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6F3A03" w:rsidRPr="0094585B" w:rsidRDefault="006F3A03" w:rsidP="00320EC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4585B">
              <w:rPr>
                <w:rFonts w:ascii="Times New Roman" w:hAnsi="Times New Roman"/>
              </w:rPr>
              <w:t>223944,075</w:t>
            </w:r>
            <w:r w:rsidR="008214F7" w:rsidRPr="0094585B">
              <w:rPr>
                <w:rFonts w:ascii="Times New Roman" w:hAnsi="Times New Roman"/>
              </w:rPr>
              <w:t>»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F3A03" w:rsidRPr="0094585B" w:rsidRDefault="006F3A03" w:rsidP="006F3A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6F3A03" w:rsidRPr="0094585B" w:rsidRDefault="006F3A03" w:rsidP="006F3A0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3A03" w:rsidRPr="0094585B" w:rsidRDefault="00320EC0" w:rsidP="00320EC0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 w:rsidRPr="0094585B">
        <w:rPr>
          <w:rFonts w:ascii="Times New Roman" w:hAnsi="Times New Roman"/>
          <w:sz w:val="24"/>
          <w:szCs w:val="24"/>
        </w:rPr>
        <w:t>_______________</w:t>
      </w:r>
    </w:p>
    <w:p w:rsidR="006F3A03" w:rsidRPr="0094585B" w:rsidRDefault="006F3A03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6F3A03" w:rsidRPr="0094585B" w:rsidSect="0094585B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45" w:rsidRDefault="006D4145">
      <w:r>
        <w:separator/>
      </w:r>
    </w:p>
  </w:endnote>
  <w:endnote w:type="continuationSeparator" w:id="0">
    <w:p w:rsidR="006D4145" w:rsidRDefault="006D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F3A03">
          <w:pPr>
            <w:pStyle w:val="a6"/>
          </w:pPr>
          <w:r>
            <w:rPr>
              <w:noProof/>
            </w:rPr>
            <w:drawing>
              <wp:inline distT="0" distB="0" distL="0" distR="0" wp14:anchorId="217BB600" wp14:editId="2201EE07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F3A03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F1535B8" wp14:editId="2BBAB002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94585B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2279  11.12.2019 11:54:14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45" w:rsidRDefault="006D4145">
      <w:r>
        <w:separator/>
      </w:r>
    </w:p>
  </w:footnote>
  <w:footnote w:type="continuationSeparator" w:id="0">
    <w:p w:rsidR="006D4145" w:rsidRDefault="006D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F69D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1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frrMCCCL9guQw324mzCBfb4h74=" w:salt="9fEUTkmxMRhLxjz/Id+hJ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03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76CE6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7474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2A05"/>
    <w:rsid w:val="003160CB"/>
    <w:rsid w:val="00320EC0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422D2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D4145"/>
    <w:rsid w:val="006F328B"/>
    <w:rsid w:val="006F3A03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14F7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4585B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E04E9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CF69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6F3A03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6F3A0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Нормальный (таблица)"/>
    <w:basedOn w:val="a"/>
    <w:next w:val="a"/>
    <w:uiPriority w:val="99"/>
    <w:rsid w:val="006F3A03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6F3A0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24</TotalTime>
  <Pages>2</Pages>
  <Words>331</Words>
  <Characters>2184</Characters>
  <Application>Microsoft Office Word</Application>
  <DocSecurity>0</DocSecurity>
  <Lines>80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7</cp:revision>
  <cp:lastPrinted>2008-04-23T07:17:00Z</cp:lastPrinted>
  <dcterms:created xsi:type="dcterms:W3CDTF">2019-12-04T07:17:00Z</dcterms:created>
  <dcterms:modified xsi:type="dcterms:W3CDTF">2019-12-18T10:25:00Z</dcterms:modified>
</cp:coreProperties>
</file>